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403CF14B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="004969B7">
        <w:rPr>
          <w:lang w:val="en-GB"/>
        </w:rPr>
        <w:tab/>
      </w:r>
      <w:r w:rsidR="004969B7" w:rsidRPr="00F647B6">
        <w:rPr>
          <w:rStyle w:val="Strong"/>
          <w:rFonts w:asciiTheme="minorHAnsi" w:hAnsiTheme="minorHAnsi" w:cstheme="minorHAnsi"/>
          <w:highlight w:val="yellow"/>
          <w:lang w:val="en-GB"/>
        </w:rPr>
        <w:t>22-W</w:t>
      </w:r>
      <w:r w:rsidR="009E7936" w:rsidRPr="00F647B6">
        <w:rPr>
          <w:rStyle w:val="Strong"/>
          <w:rFonts w:asciiTheme="minorHAnsi" w:hAnsiTheme="minorHAnsi" w:cstheme="minorHAnsi"/>
          <w:highlight w:val="yellow"/>
          <w:lang w:val="en-GB"/>
        </w:rPr>
        <w:t>00</w:t>
      </w:r>
      <w:r w:rsidR="00025715">
        <w:rPr>
          <w:rStyle w:val="Strong"/>
          <w:rFonts w:asciiTheme="minorHAnsi" w:hAnsiTheme="minorHAnsi" w:cstheme="minorHAnsi"/>
          <w:highlight w:val="yellow"/>
          <w:lang w:val="en-GB"/>
        </w:rPr>
        <w:t>5</w:t>
      </w:r>
      <w:r w:rsidR="009E7936" w:rsidRPr="00F647B6">
        <w:rPr>
          <w:rStyle w:val="Strong"/>
          <w:rFonts w:asciiTheme="minorHAnsi" w:hAnsiTheme="minorHAnsi" w:cstheme="minorHAnsi"/>
          <w:highlight w:val="yellow"/>
          <w:lang w:val="en-GB"/>
        </w:rPr>
        <w:t>-2</w:t>
      </w:r>
      <w:r w:rsidR="00904CBB" w:rsidRPr="00F647B6">
        <w:rPr>
          <w:rStyle w:val="Strong"/>
          <w:rFonts w:asciiTheme="minorHAnsi" w:hAnsiTheme="minorHAnsi" w:cstheme="minorHAnsi"/>
          <w:highlight w:val="yellow"/>
          <w:lang w:val="en-GB"/>
        </w:rPr>
        <w:t>4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3079221F" w14:textId="3B9CAF7C" w:rsidR="00102EA3" w:rsidRDefault="00102EA3" w:rsidP="00102EA3">
      <w:pPr>
        <w:jc w:val="both"/>
        <w:rPr>
          <w:lang w:val="en-GB"/>
        </w:rPr>
      </w:pPr>
      <w:bookmarkStart w:id="5" w:name="_Toc312171709"/>
      <w:r>
        <w:rPr>
          <w:lang w:val="en-GB"/>
        </w:rPr>
        <w:t xml:space="preserve">The </w:t>
      </w:r>
      <w:r w:rsidR="00DC681F">
        <w:rPr>
          <w:lang w:val="en-GB"/>
        </w:rPr>
        <w:t>Government of Kiribati through the Ministry of Health and Medical Services</w:t>
      </w:r>
      <w:r>
        <w:rPr>
          <w:lang w:val="en-GB"/>
        </w:rPr>
        <w:t xml:space="preserve"> has received funding from MFAT (NZ) for the implementation of the Public Health Clinics Project (PHCP). </w:t>
      </w:r>
      <w:r w:rsidR="009067D2">
        <w:rPr>
          <w:lang w:val="en-GB"/>
        </w:rPr>
        <w:t xml:space="preserve">With the total funding of </w:t>
      </w:r>
      <w:r w:rsidR="00DB3B99">
        <w:rPr>
          <w:lang w:val="en-GB"/>
        </w:rPr>
        <w:t>3</w:t>
      </w:r>
      <w:r w:rsidR="009067D2">
        <w:rPr>
          <w:lang w:val="en-GB"/>
        </w:rPr>
        <w:t xml:space="preserve">.5m, </w:t>
      </w:r>
      <w:r>
        <w:rPr>
          <w:lang w:val="en-GB"/>
        </w:rPr>
        <w:t xml:space="preserve">the proceed </w:t>
      </w:r>
      <w:r w:rsidR="0047441A">
        <w:rPr>
          <w:lang w:val="en-GB"/>
        </w:rPr>
        <w:t>is to</w:t>
      </w:r>
      <w:r>
        <w:rPr>
          <w:lang w:val="en-GB"/>
        </w:rPr>
        <w:t xml:space="preserve"> be utilized for </w:t>
      </w:r>
      <w:r w:rsidR="00DA3F5B">
        <w:rPr>
          <w:lang w:val="en-GB"/>
        </w:rPr>
        <w:t>different components</w:t>
      </w:r>
      <w:r w:rsidR="00E867FD">
        <w:rPr>
          <w:lang w:val="en-GB"/>
        </w:rPr>
        <w:t xml:space="preserve"> of the Project</w:t>
      </w:r>
      <w:r w:rsidR="00DA3F5B">
        <w:rPr>
          <w:lang w:val="en-GB"/>
        </w:rPr>
        <w:t xml:space="preserve"> including the</w:t>
      </w:r>
      <w:r w:rsidR="00E867FD">
        <w:rPr>
          <w:lang w:val="en-GB"/>
        </w:rPr>
        <w:t xml:space="preserve"> procurement of</w:t>
      </w:r>
      <w:r w:rsidR="00DA3F5B">
        <w:rPr>
          <w:lang w:val="en-GB"/>
        </w:rPr>
        <w:t xml:space="preserve"> </w:t>
      </w:r>
      <w:r w:rsidR="00C74157">
        <w:rPr>
          <w:lang w:val="en-GB"/>
        </w:rPr>
        <w:t>labour</w:t>
      </w:r>
      <w:r w:rsidR="004F2D0F">
        <w:rPr>
          <w:lang w:val="en-GB"/>
        </w:rPr>
        <w:t xml:space="preserve">, </w:t>
      </w:r>
      <w:r w:rsidR="00A70E91">
        <w:rPr>
          <w:lang w:val="en-GB"/>
        </w:rPr>
        <w:t>materials,</w:t>
      </w:r>
      <w:r w:rsidR="004F2D0F">
        <w:rPr>
          <w:lang w:val="en-GB"/>
        </w:rPr>
        <w:t xml:space="preserve"> and equipment of </w:t>
      </w:r>
      <w:r w:rsidR="00CA40E6">
        <w:rPr>
          <w:lang w:val="en-GB"/>
        </w:rPr>
        <w:t>the</w:t>
      </w:r>
      <w:r w:rsidR="004F2D0F">
        <w:rPr>
          <w:lang w:val="en-GB"/>
        </w:rPr>
        <w:t xml:space="preserve"> clinic</w:t>
      </w:r>
      <w:r>
        <w:rPr>
          <w:lang w:val="en-GB"/>
        </w:rPr>
        <w:t>. The current RFP</w:t>
      </w:r>
      <w:r w:rsidR="00A70E91">
        <w:rPr>
          <w:lang w:val="en-GB"/>
        </w:rPr>
        <w:t xml:space="preserve"> document</w:t>
      </w:r>
      <w:r>
        <w:rPr>
          <w:lang w:val="en-GB"/>
        </w:rPr>
        <w:t xml:space="preserve"> is for the</w:t>
      </w:r>
      <w:r w:rsidR="00782AC4">
        <w:rPr>
          <w:lang w:val="en-GB"/>
        </w:rPr>
        <w:t xml:space="preserve"> procurement of</w:t>
      </w:r>
      <w:r>
        <w:rPr>
          <w:lang w:val="en-GB"/>
        </w:rPr>
        <w:t xml:space="preserve"> </w:t>
      </w:r>
      <w:r w:rsidR="00DA3F5B">
        <w:rPr>
          <w:lang w:val="en-GB"/>
        </w:rPr>
        <w:t xml:space="preserve">labour for the construction of 5 </w:t>
      </w:r>
      <w:r w:rsidR="00E867FD">
        <w:rPr>
          <w:lang w:val="en-GB"/>
        </w:rPr>
        <w:t>clinics.</w:t>
      </w:r>
      <w:r>
        <w:rPr>
          <w:lang w:val="en-GB"/>
        </w:rPr>
        <w:t xml:space="preserve"> </w:t>
      </w:r>
    </w:p>
    <w:p w14:paraId="321EDF3F" w14:textId="77777777" w:rsidR="00102EA3" w:rsidRDefault="00102EA3" w:rsidP="00102EA3">
      <w:pPr>
        <w:jc w:val="both"/>
        <w:rPr>
          <w:lang w:val="en-GB"/>
        </w:rPr>
      </w:pPr>
      <w:r>
        <w:rPr>
          <w:lang w:val="en-GB"/>
        </w:rPr>
        <w:t xml:space="preserve">The long-term project development objective is to reduce referral to health centres and/or district/national hospitals, while improving health treatment outcomes and declining NCD risk factors. </w:t>
      </w:r>
    </w:p>
    <w:p w14:paraId="667AE5C1" w14:textId="1BE22285" w:rsidR="002341F5" w:rsidRDefault="00102EA3" w:rsidP="00102EA3">
      <w:pPr>
        <w:jc w:val="both"/>
        <w:rPr>
          <w:lang w:val="en-GB"/>
        </w:rPr>
      </w:pPr>
      <w:r>
        <w:rPr>
          <w:lang w:val="en-GB"/>
        </w:rPr>
        <w:t>The</w:t>
      </w:r>
      <w:r w:rsidR="00350801">
        <w:rPr>
          <w:lang w:val="en-GB"/>
        </w:rPr>
        <w:t xml:space="preserve"> implementation of the Project</w:t>
      </w:r>
      <w:r>
        <w:rPr>
          <w:lang w:val="en-GB"/>
        </w:rPr>
        <w:t xml:space="preserve"> has been delay</w:t>
      </w:r>
      <w:r w:rsidR="00350801">
        <w:rPr>
          <w:lang w:val="en-GB"/>
        </w:rPr>
        <w:t>ed</w:t>
      </w:r>
      <w:r>
        <w:rPr>
          <w:lang w:val="en-GB"/>
        </w:rPr>
        <w:t xml:space="preserve"> due to various factors including covid 19, and the logistical challenges to far-flung </w:t>
      </w:r>
      <w:r w:rsidR="004D147C">
        <w:rPr>
          <w:lang w:val="en-GB"/>
        </w:rPr>
        <w:t>rural</w:t>
      </w:r>
      <w:r>
        <w:rPr>
          <w:lang w:val="en-GB"/>
        </w:rPr>
        <w:t xml:space="preserve"> islands</w:t>
      </w:r>
      <w:r w:rsidR="004D147C">
        <w:rPr>
          <w:lang w:val="en-GB"/>
        </w:rPr>
        <w:t>.</w:t>
      </w:r>
      <w:r w:rsidR="0012736D">
        <w:rPr>
          <w:lang w:val="en-GB"/>
        </w:rPr>
        <w:t xml:space="preserve">  Not only that but the paper-works for getting the consent of landowners and the landownership certificates</w:t>
      </w:r>
      <w:r w:rsidR="00073989">
        <w:rPr>
          <w:lang w:val="en-GB"/>
        </w:rPr>
        <w:t xml:space="preserve"> where the clinic is to</w:t>
      </w:r>
      <w:r w:rsidR="00D80935">
        <w:rPr>
          <w:lang w:val="en-GB"/>
        </w:rPr>
        <w:t xml:space="preserve"> be</w:t>
      </w:r>
      <w:r w:rsidR="00073989">
        <w:rPr>
          <w:lang w:val="en-GB"/>
        </w:rPr>
        <w:t xml:space="preserve"> </w:t>
      </w:r>
      <w:r w:rsidR="00D80935">
        <w:rPr>
          <w:lang w:val="en-GB"/>
        </w:rPr>
        <w:t>build</w:t>
      </w:r>
      <w:r w:rsidR="0012736D">
        <w:rPr>
          <w:lang w:val="en-GB"/>
        </w:rPr>
        <w:t xml:space="preserve"> </w:t>
      </w:r>
      <w:r w:rsidR="00D80935">
        <w:rPr>
          <w:lang w:val="en-GB"/>
        </w:rPr>
        <w:t>is</w:t>
      </w:r>
      <w:r w:rsidR="0012736D">
        <w:rPr>
          <w:lang w:val="en-GB"/>
        </w:rPr>
        <w:t xml:space="preserve"> also significant.  </w:t>
      </w:r>
    </w:p>
    <w:p w14:paraId="63118F87" w14:textId="0A3034AE" w:rsidR="00542BC1" w:rsidRDefault="00542BC1" w:rsidP="00102EA3">
      <w:pPr>
        <w:jc w:val="both"/>
        <w:rPr>
          <w:lang w:val="en-GB"/>
        </w:rPr>
      </w:pPr>
      <w:r>
        <w:rPr>
          <w:lang w:val="en-GB"/>
        </w:rPr>
        <w:t xml:space="preserve">It is important to note that the land issues for the next five clinics </w:t>
      </w:r>
      <w:r w:rsidR="00CF5FDA">
        <w:rPr>
          <w:lang w:val="en-GB"/>
        </w:rPr>
        <w:t>have</w:t>
      </w:r>
      <w:r>
        <w:rPr>
          <w:lang w:val="en-GB"/>
        </w:rPr>
        <w:t xml:space="preserve"> been cleared with landowners. </w:t>
      </w:r>
    </w:p>
    <w:p w14:paraId="19ECA9FC" w14:textId="0084152F" w:rsidR="00CF5FDA" w:rsidRPr="00CF5FDA" w:rsidRDefault="00CF5FDA" w:rsidP="00102EA3">
      <w:pPr>
        <w:jc w:val="both"/>
        <w:rPr>
          <w:b/>
          <w:bCs/>
          <w:lang w:val="en-GB"/>
        </w:rPr>
      </w:pPr>
      <w:r w:rsidRPr="00CF5FDA">
        <w:rPr>
          <w:b/>
          <w:bCs/>
          <w:lang w:val="en-GB"/>
        </w:rPr>
        <w:t>Progress</w:t>
      </w:r>
    </w:p>
    <w:p w14:paraId="013E7C60" w14:textId="2F2943EE" w:rsidR="004E026C" w:rsidRDefault="00483602" w:rsidP="00102EA3">
      <w:pPr>
        <w:jc w:val="both"/>
        <w:rPr>
          <w:lang w:val="en-GB"/>
        </w:rPr>
      </w:pPr>
      <w:r>
        <w:rPr>
          <w:lang w:val="en-GB"/>
        </w:rPr>
        <w:t>To date, t</w:t>
      </w:r>
      <w:r w:rsidR="002341F5">
        <w:rPr>
          <w:lang w:val="en-GB"/>
        </w:rPr>
        <w:t xml:space="preserve">he Project has successfully completed </w:t>
      </w:r>
      <w:r w:rsidR="0012736D">
        <w:rPr>
          <w:lang w:val="en-GB"/>
        </w:rPr>
        <w:t>5</w:t>
      </w:r>
      <w:r w:rsidR="002341F5">
        <w:rPr>
          <w:lang w:val="en-GB"/>
        </w:rPr>
        <w:t xml:space="preserve"> clinics in the Line and Phoenix Group</w:t>
      </w:r>
      <w:r w:rsidR="00102EA3">
        <w:rPr>
          <w:lang w:val="en-GB"/>
        </w:rPr>
        <w:t xml:space="preserve"> </w:t>
      </w:r>
      <w:r w:rsidR="0012736D">
        <w:rPr>
          <w:lang w:val="en-GB"/>
        </w:rPr>
        <w:t xml:space="preserve">including at Kiritimati Island. In the Kiribati Group, there are 5 clinics that are currently implemented and monitored including Butaritari (2), Tab/South (1), Arorae (1), Kuria (1). </w:t>
      </w:r>
      <w:r>
        <w:rPr>
          <w:lang w:val="en-GB"/>
        </w:rPr>
        <w:t xml:space="preserve">The current tender document is for 5 clinics to be implemented in tandem with the ones that </w:t>
      </w:r>
      <w:r w:rsidR="004E026C">
        <w:rPr>
          <w:lang w:val="en-GB"/>
        </w:rPr>
        <w:t>are in the construction stage</w:t>
      </w:r>
      <w:r>
        <w:rPr>
          <w:lang w:val="en-GB"/>
        </w:rPr>
        <w:t xml:space="preserve">. </w:t>
      </w:r>
    </w:p>
    <w:p w14:paraId="65674183" w14:textId="5C303FA4" w:rsidR="00102EA3" w:rsidRDefault="00842F12" w:rsidP="00102EA3">
      <w:pPr>
        <w:jc w:val="both"/>
        <w:rPr>
          <w:lang w:val="en-GB"/>
        </w:rPr>
      </w:pPr>
      <w:r>
        <w:rPr>
          <w:lang w:val="en-GB"/>
        </w:rPr>
        <w:t>Lately, there</w:t>
      </w:r>
      <w:r w:rsidR="0012736D">
        <w:rPr>
          <w:lang w:val="en-GB"/>
        </w:rPr>
        <w:t xml:space="preserve"> has been a transition </w:t>
      </w:r>
      <w:r w:rsidR="007936DD">
        <w:rPr>
          <w:lang w:val="en-GB"/>
        </w:rPr>
        <w:t>of</w:t>
      </w:r>
      <w:r w:rsidR="0012736D">
        <w:rPr>
          <w:lang w:val="en-GB"/>
        </w:rPr>
        <w:t xml:space="preserve"> the Project to take over some of the clinics that were once funded by LCDF (Local Contribution Development Fund)</w:t>
      </w:r>
      <w:r>
        <w:rPr>
          <w:lang w:val="en-GB"/>
        </w:rPr>
        <w:t xml:space="preserve">. These are the clinics that are built in Abaiang (1), Nonouti (3) and North Tarawa (3). </w:t>
      </w:r>
      <w:r w:rsidR="0012736D">
        <w:rPr>
          <w:lang w:val="en-GB"/>
        </w:rPr>
        <w:t xml:space="preserve"> </w:t>
      </w:r>
      <w:r w:rsidR="00F24B4B">
        <w:rPr>
          <w:lang w:val="en-GB"/>
        </w:rPr>
        <w:t>The LCDF has been faced with financial difficulties which contributed to the incompletion of the said clinics</w:t>
      </w:r>
      <w:r w:rsidR="009D2D5E">
        <w:rPr>
          <w:lang w:val="en-GB"/>
        </w:rPr>
        <w:t>. The request from the local government</w:t>
      </w:r>
      <w:r w:rsidR="009D45FA">
        <w:rPr>
          <w:lang w:val="en-GB"/>
        </w:rPr>
        <w:t xml:space="preserve"> led to</w:t>
      </w:r>
      <w:r w:rsidR="00711590">
        <w:rPr>
          <w:lang w:val="en-GB"/>
        </w:rPr>
        <w:t xml:space="preserve"> MFAT </w:t>
      </w:r>
      <w:r w:rsidR="009D45FA">
        <w:rPr>
          <w:lang w:val="en-GB"/>
        </w:rPr>
        <w:t>to step-up and</w:t>
      </w:r>
      <w:r w:rsidR="00711590">
        <w:rPr>
          <w:lang w:val="en-GB"/>
        </w:rPr>
        <w:t xml:space="preserve"> provide the top-up funding to these clinics</w:t>
      </w:r>
      <w:r w:rsidR="00542BC1">
        <w:rPr>
          <w:lang w:val="en-GB"/>
        </w:rPr>
        <w:t xml:space="preserve"> with the total top-up funding of 1.5m. </w:t>
      </w:r>
    </w:p>
    <w:p w14:paraId="000280F4" w14:textId="26051B07" w:rsidR="00C44890" w:rsidRPr="00B0535A" w:rsidRDefault="002A4740" w:rsidP="00C44890">
      <w:pPr>
        <w:pStyle w:val="Heading3"/>
        <w:rPr>
          <w:rFonts w:cs="Calibri"/>
          <w:lang w:val="en-GB"/>
        </w:rPr>
      </w:pPr>
      <w:r w:rsidRPr="00B0535A">
        <w:rPr>
          <w:rFonts w:cs="Calibri"/>
          <w:lang w:val="en-GB"/>
        </w:rPr>
        <w:t>Requirements</w:t>
      </w:r>
    </w:p>
    <w:p w14:paraId="7B19B727" w14:textId="7564C86B" w:rsidR="00C44890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</w:p>
    <w:p w14:paraId="34172804" w14:textId="77777777" w:rsidR="00BA07EE" w:rsidRDefault="00BA07EE" w:rsidP="00C44890">
      <w:pPr>
        <w:rPr>
          <w:lang w:val="en-GB"/>
        </w:rPr>
      </w:pPr>
      <w:r>
        <w:rPr>
          <w:lang w:val="en-GB"/>
        </w:rPr>
        <w:t>Certificate of accreditation or documents confirming recognition.</w:t>
      </w:r>
    </w:p>
    <w:p w14:paraId="2E63DD6F" w14:textId="77670242" w:rsidR="008D0741" w:rsidRDefault="008D0741" w:rsidP="00C44890">
      <w:pPr>
        <w:rPr>
          <w:lang w:val="en-GB"/>
        </w:rPr>
      </w:pPr>
      <w:r>
        <w:rPr>
          <w:lang w:val="en-GB"/>
        </w:rPr>
        <w:t>Business licenses and registration</w:t>
      </w:r>
    </w:p>
    <w:p w14:paraId="45CE91E4" w14:textId="691FBB5B" w:rsidR="00BA07EE" w:rsidRDefault="00BA07EE" w:rsidP="00C44890">
      <w:pPr>
        <w:rPr>
          <w:lang w:val="en-GB"/>
        </w:rPr>
      </w:pPr>
      <w:r>
        <w:rPr>
          <w:lang w:val="en-GB"/>
        </w:rPr>
        <w:t>Experiences in related work</w:t>
      </w:r>
    </w:p>
    <w:p w14:paraId="6F057ED9" w14:textId="6AB0DBAD" w:rsidR="008D0741" w:rsidRDefault="008D0741" w:rsidP="00C44890">
      <w:pPr>
        <w:rPr>
          <w:lang w:val="en-GB"/>
        </w:rPr>
      </w:pPr>
      <w:r>
        <w:rPr>
          <w:lang w:val="en-GB"/>
        </w:rPr>
        <w:t>Work program</w:t>
      </w:r>
    </w:p>
    <w:p w14:paraId="1DE870F7" w14:textId="02A4A9A1" w:rsidR="00BA07EE" w:rsidRPr="00B0535A" w:rsidRDefault="00BA07EE" w:rsidP="00C44890">
      <w:pPr>
        <w:rPr>
          <w:lang w:val="en-GB"/>
        </w:rPr>
      </w:pPr>
      <w:r>
        <w:rPr>
          <w:lang w:val="en-GB"/>
        </w:rPr>
        <w:t>Costing</w:t>
      </w:r>
      <w:r w:rsidR="007B277C">
        <w:rPr>
          <w:lang w:val="en-GB"/>
        </w:rPr>
        <w:t xml:space="preserve"> (labour cost only) Note: Materials are provided</w:t>
      </w:r>
      <w:r w:rsidR="00DA2E84">
        <w:rPr>
          <w:lang w:val="en-GB"/>
        </w:rPr>
        <w:t xml:space="preserve"> with Drawing</w:t>
      </w:r>
    </w:p>
    <w:p w14:paraId="63B9B8A8" w14:textId="0FDC778A" w:rsidR="002A4740" w:rsidRPr="00904CBB" w:rsidRDefault="00904CBB" w:rsidP="00C44890">
      <w:pPr>
        <w:rPr>
          <w:lang w:val="en-GB"/>
        </w:rPr>
      </w:pPr>
      <w:r>
        <w:rPr>
          <w:lang w:val="en-GB"/>
        </w:rPr>
        <w:t xml:space="preserve">Please refer to the </w:t>
      </w:r>
      <w:r>
        <w:rPr>
          <w:b/>
          <w:bCs/>
          <w:i/>
          <w:iCs/>
          <w:lang w:val="en-GB"/>
        </w:rPr>
        <w:t>Instructions on How to submit a Proposal</w:t>
      </w:r>
      <w:r>
        <w:rPr>
          <w:lang w:val="en-GB"/>
        </w:rPr>
        <w:t xml:space="preserve"> template, page 5, for the list of required documents needed for open tender.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lastRenderedPageBreak/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24FEC631" w14:textId="77777777" w:rsidR="00E23FFB" w:rsidRDefault="00E23FFB" w:rsidP="00E23FFB">
      <w:pPr>
        <w:rPr>
          <w:lang w:val="en-GB"/>
        </w:rPr>
      </w:pPr>
      <w:bookmarkStart w:id="8" w:name="_Toc419729578"/>
      <w:r>
        <w:rPr>
          <w:lang w:val="en-GB"/>
        </w:rPr>
        <w:t>The successful Contractor is to comply with the Ministry of Infrastructure and Sustainable Energy (MISE) steps for building and inspection procedures.</w:t>
      </w:r>
    </w:p>
    <w:p w14:paraId="79CFFFEE" w14:textId="5B26293B" w:rsidR="003C1C54" w:rsidRPr="00492684" w:rsidRDefault="003C1C54" w:rsidP="00E23FFB">
      <w:pPr>
        <w:rPr>
          <w:lang w:val="en-GB"/>
        </w:rPr>
      </w:pPr>
      <w:r>
        <w:rPr>
          <w:lang w:val="en-GB"/>
        </w:rPr>
        <w:t>The contractor should have good understanding</w:t>
      </w:r>
      <w:r w:rsidR="00A14CC2">
        <w:rPr>
          <w:lang w:val="en-GB"/>
        </w:rPr>
        <w:t xml:space="preserve"> of several important documents such as t</w:t>
      </w:r>
      <w:r>
        <w:rPr>
          <w:lang w:val="en-GB"/>
        </w:rPr>
        <w:t xml:space="preserve">he National Building Code and National Infrastructure Standards. </w:t>
      </w:r>
    </w:p>
    <w:p w14:paraId="1FAB4B7A" w14:textId="6DB0B86B" w:rsidR="00C44890" w:rsidRDefault="00272E3F" w:rsidP="009E7936">
      <w:pPr>
        <w:pStyle w:val="Heading3"/>
        <w:rPr>
          <w:lang w:val="en-GB"/>
        </w:rPr>
      </w:pPr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Delivery</w:t>
      </w:r>
    </w:p>
    <w:bookmarkEnd w:id="4"/>
    <w:bookmarkEnd w:id="5"/>
    <w:p w14:paraId="578E641F" w14:textId="69C2B8EA" w:rsidR="00F7158E" w:rsidRPr="00492684" w:rsidRDefault="00F7158E" w:rsidP="00F7158E">
      <w:pPr>
        <w:rPr>
          <w:lang w:val="en-GB"/>
        </w:rPr>
      </w:pPr>
      <w:r>
        <w:rPr>
          <w:lang w:val="en-GB"/>
        </w:rPr>
        <w:t>Expected delivery – this depends on the Contractors’ submissions</w:t>
      </w:r>
      <w:r w:rsidR="002E5E2D">
        <w:rPr>
          <w:lang w:val="en-GB"/>
        </w:rPr>
        <w:t xml:space="preserve"> to be evaluated </w:t>
      </w:r>
      <w:r w:rsidR="00635532">
        <w:rPr>
          <w:lang w:val="en-GB"/>
        </w:rPr>
        <w:t>against</w:t>
      </w:r>
      <w:r w:rsidR="002E5E2D">
        <w:rPr>
          <w:lang w:val="en-GB"/>
        </w:rPr>
        <w:t xml:space="preserve"> the approved timeline from MISE. </w:t>
      </w:r>
    </w:p>
    <w:p w14:paraId="625DFCD7" w14:textId="7EAB1293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74932874" w14:textId="26CC5C9F" w:rsidR="00CC0C02" w:rsidRPr="00492684" w:rsidRDefault="00CC0C02" w:rsidP="00CC0C02">
      <w:pPr>
        <w:rPr>
          <w:i/>
          <w:iCs/>
          <w:lang w:val="en-GB"/>
        </w:rPr>
      </w:pPr>
      <w:r>
        <w:rPr>
          <w:i/>
          <w:iCs/>
          <w:lang w:val="en-GB"/>
        </w:rPr>
        <w:t>Pls refer to the attached excel sheet for</w:t>
      </w:r>
      <w:r w:rsidR="001B5041">
        <w:rPr>
          <w:i/>
          <w:iCs/>
          <w:lang w:val="en-GB"/>
        </w:rPr>
        <w:t xml:space="preserve"> the</w:t>
      </w:r>
      <w:r>
        <w:rPr>
          <w:i/>
          <w:iCs/>
          <w:lang w:val="en-GB"/>
        </w:rPr>
        <w:t xml:space="preserve"> description of the Bill of Quantities (labor cost only). </w:t>
      </w:r>
    </w:p>
    <w:p w14:paraId="4C83ED44" w14:textId="62126C16" w:rsidR="00CC0C02" w:rsidRDefault="00C470C5" w:rsidP="0084293E">
      <w:pPr>
        <w:jc w:val="both"/>
        <w:rPr>
          <w:i/>
          <w:iCs/>
          <w:lang w:val="en-GB"/>
        </w:rPr>
      </w:pPr>
      <w:r>
        <w:rPr>
          <w:i/>
          <w:iCs/>
          <w:lang w:val="en-GB"/>
        </w:rPr>
        <w:t xml:space="preserve">In the Bill of Quantities, please kindly fill in the </w:t>
      </w:r>
      <w:r w:rsidR="00E665BC">
        <w:rPr>
          <w:i/>
          <w:iCs/>
          <w:lang w:val="en-GB"/>
        </w:rPr>
        <w:t>labour</w:t>
      </w:r>
      <w:r>
        <w:rPr>
          <w:i/>
          <w:iCs/>
          <w:lang w:val="en-GB"/>
        </w:rPr>
        <w:t xml:space="preserve"> cost only. Any inclusion of the material cost should be clearly </w:t>
      </w:r>
      <w:r w:rsidR="001B5041">
        <w:rPr>
          <w:i/>
          <w:iCs/>
          <w:lang w:val="en-GB"/>
        </w:rPr>
        <w:t xml:space="preserve">stated and should be different with the </w:t>
      </w:r>
      <w:r w:rsidR="00E665BC">
        <w:rPr>
          <w:i/>
          <w:iCs/>
          <w:lang w:val="en-GB"/>
        </w:rPr>
        <w:t>labour</w:t>
      </w:r>
      <w:r w:rsidR="001B5041">
        <w:rPr>
          <w:i/>
          <w:iCs/>
          <w:lang w:val="en-GB"/>
        </w:rPr>
        <w:t xml:space="preserve"> cost. T</w:t>
      </w:r>
      <w:r>
        <w:rPr>
          <w:i/>
          <w:iCs/>
          <w:lang w:val="en-GB"/>
        </w:rPr>
        <w:t xml:space="preserve">he Project is only interested in the </w:t>
      </w:r>
      <w:r w:rsidR="001B5041">
        <w:rPr>
          <w:i/>
          <w:iCs/>
          <w:lang w:val="en-GB"/>
        </w:rPr>
        <w:t>labour</w:t>
      </w:r>
      <w:r>
        <w:rPr>
          <w:i/>
          <w:iCs/>
          <w:lang w:val="en-GB"/>
        </w:rPr>
        <w:t xml:space="preserve"> cost for this tender. </w:t>
      </w:r>
      <w:r w:rsidR="001B5041">
        <w:rPr>
          <w:i/>
          <w:iCs/>
          <w:lang w:val="en-GB"/>
        </w:rPr>
        <w:t>The ministry reserves the right to</w:t>
      </w:r>
      <w:r w:rsidR="00E665BC">
        <w:rPr>
          <w:i/>
          <w:iCs/>
          <w:lang w:val="en-GB"/>
        </w:rPr>
        <w:t xml:space="preserve"> clarify or</w:t>
      </w:r>
      <w:r w:rsidR="001B5041">
        <w:rPr>
          <w:i/>
          <w:iCs/>
          <w:lang w:val="en-GB"/>
        </w:rPr>
        <w:t xml:space="preserve"> rejects any confusing bids. </w:t>
      </w:r>
    </w:p>
    <w:p w14:paraId="76911452" w14:textId="4B79BD18" w:rsidR="00C470C5" w:rsidRPr="00492684" w:rsidRDefault="0066007D" w:rsidP="0084293E">
      <w:pPr>
        <w:jc w:val="both"/>
        <w:rPr>
          <w:i/>
          <w:iCs/>
          <w:lang w:val="en-GB"/>
        </w:rPr>
      </w:pPr>
      <w:r>
        <w:rPr>
          <w:i/>
          <w:iCs/>
          <w:lang w:val="en-GB"/>
        </w:rPr>
        <w:t>I</w:t>
      </w:r>
      <w:r w:rsidR="00C470C5">
        <w:rPr>
          <w:i/>
          <w:iCs/>
          <w:lang w:val="en-GB"/>
        </w:rPr>
        <w:t xml:space="preserve">t is important to note that the Project will be responsible for the materials </w:t>
      </w:r>
      <w:r w:rsidR="0084293E">
        <w:rPr>
          <w:i/>
          <w:iCs/>
          <w:lang w:val="en-GB"/>
        </w:rPr>
        <w:t xml:space="preserve">and the delivery of materials </w:t>
      </w:r>
      <w:r w:rsidR="00844898">
        <w:rPr>
          <w:i/>
          <w:iCs/>
          <w:lang w:val="en-GB"/>
        </w:rPr>
        <w:t>onsite</w:t>
      </w:r>
      <w:r w:rsidR="0084293E">
        <w:rPr>
          <w:i/>
          <w:iCs/>
          <w:lang w:val="en-GB"/>
        </w:rPr>
        <w:t xml:space="preserve">, </w:t>
      </w:r>
      <w:r w:rsidR="00C470C5">
        <w:rPr>
          <w:i/>
          <w:iCs/>
          <w:lang w:val="en-GB"/>
        </w:rPr>
        <w:t xml:space="preserve">while the successful contractor will be responsible for the provision of </w:t>
      </w:r>
      <w:r w:rsidR="00BD5A19">
        <w:rPr>
          <w:i/>
          <w:iCs/>
          <w:lang w:val="en-GB"/>
        </w:rPr>
        <w:t>labour</w:t>
      </w:r>
      <w:r w:rsidR="00C470C5">
        <w:rPr>
          <w:i/>
          <w:iCs/>
          <w:lang w:val="en-GB"/>
        </w:rPr>
        <w:t xml:space="preserve"> only. 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E3C67F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24366288" w14:textId="62059255" w:rsidR="00C44890" w:rsidRPr="00B0535A" w:rsidRDefault="00C44890" w:rsidP="00C44890">
      <w:pPr>
        <w:pStyle w:val="Heading2"/>
      </w:pPr>
      <w:r w:rsidRPr="00B0535A"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592162">
      <w:headerReference w:type="default" r:id="rId11"/>
      <w:footerReference w:type="default" r:id="rId12"/>
      <w:headerReference w:type="first" r:id="rId13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0982B" w14:textId="77777777" w:rsidR="00E3344E" w:rsidRDefault="00E3344E">
      <w:r>
        <w:separator/>
      </w:r>
    </w:p>
  </w:endnote>
  <w:endnote w:type="continuationSeparator" w:id="0">
    <w:p w14:paraId="4771EC07" w14:textId="77777777" w:rsidR="00E3344E" w:rsidRDefault="00E3344E">
      <w:r>
        <w:continuationSeparator/>
      </w:r>
    </w:p>
  </w:endnote>
  <w:endnote w:type="continuationNotice" w:id="1">
    <w:p w14:paraId="496FDEF3" w14:textId="77777777" w:rsidR="00E3344E" w:rsidRDefault="00E334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10BE8403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60C43" w:rsidRPr="00960C43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60C43" w:rsidRPr="00960C43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4ECCE45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B3B99">
      <w:rPr>
        <w:noProof/>
      </w:rPr>
      <w:t>2024-06-06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DBE8E" w14:textId="77777777" w:rsidR="00E3344E" w:rsidRDefault="00E3344E">
      <w:r>
        <w:separator/>
      </w:r>
    </w:p>
  </w:footnote>
  <w:footnote w:type="continuationSeparator" w:id="0">
    <w:p w14:paraId="3690513C" w14:textId="77777777" w:rsidR="00E3344E" w:rsidRDefault="00E3344E">
      <w:r>
        <w:continuationSeparator/>
      </w:r>
    </w:p>
  </w:footnote>
  <w:footnote w:type="continuationNotice" w:id="1">
    <w:p w14:paraId="02D8AA5B" w14:textId="77777777" w:rsidR="00E3344E" w:rsidRDefault="00E334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77777777" w:rsidR="001A0764" w:rsidRPr="00D47CCE" w:rsidRDefault="001A0764" w:rsidP="00D47C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98C1F6D"/>
    <w:multiLevelType w:val="hybridMultilevel"/>
    <w:tmpl w:val="9842BC1A"/>
    <w:lvl w:ilvl="0" w:tplc="778EE68E">
      <w:numFmt w:val="bullet"/>
      <w:lvlText w:val="-"/>
      <w:lvlJc w:val="left"/>
      <w:pPr>
        <w:ind w:left="25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419231">
    <w:abstractNumId w:val="1"/>
  </w:num>
  <w:num w:numId="2" w16cid:durableId="17397067">
    <w:abstractNumId w:val="14"/>
  </w:num>
  <w:num w:numId="3" w16cid:durableId="1225919955">
    <w:abstractNumId w:val="15"/>
  </w:num>
  <w:num w:numId="4" w16cid:durableId="1785298121">
    <w:abstractNumId w:val="6"/>
  </w:num>
  <w:num w:numId="5" w16cid:durableId="1378429587">
    <w:abstractNumId w:val="5"/>
  </w:num>
  <w:num w:numId="6" w16cid:durableId="1133788789">
    <w:abstractNumId w:val="10"/>
  </w:num>
  <w:num w:numId="7" w16cid:durableId="1914005482">
    <w:abstractNumId w:val="7"/>
  </w:num>
  <w:num w:numId="8" w16cid:durableId="784076405">
    <w:abstractNumId w:val="12"/>
  </w:num>
  <w:num w:numId="9" w16cid:durableId="722756367">
    <w:abstractNumId w:val="0"/>
  </w:num>
  <w:num w:numId="10" w16cid:durableId="1146432627">
    <w:abstractNumId w:val="11"/>
  </w:num>
  <w:num w:numId="11" w16cid:durableId="322512759">
    <w:abstractNumId w:val="3"/>
  </w:num>
  <w:num w:numId="12" w16cid:durableId="1115636406">
    <w:abstractNumId w:val="9"/>
  </w:num>
  <w:num w:numId="13" w16cid:durableId="2097361253">
    <w:abstractNumId w:val="13"/>
  </w:num>
  <w:num w:numId="14" w16cid:durableId="1741322206">
    <w:abstractNumId w:val="4"/>
  </w:num>
  <w:num w:numId="15" w16cid:durableId="1323193418">
    <w:abstractNumId w:val="8"/>
  </w:num>
  <w:num w:numId="16" w16cid:durableId="125181472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06B91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57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3653"/>
    <w:rsid w:val="00054BD4"/>
    <w:rsid w:val="00054FAE"/>
    <w:rsid w:val="0006191C"/>
    <w:rsid w:val="00062972"/>
    <w:rsid w:val="00063557"/>
    <w:rsid w:val="00064FE2"/>
    <w:rsid w:val="00066AF8"/>
    <w:rsid w:val="00072DBF"/>
    <w:rsid w:val="00072E8D"/>
    <w:rsid w:val="00073806"/>
    <w:rsid w:val="00073989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566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678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2EA3"/>
    <w:rsid w:val="00103039"/>
    <w:rsid w:val="00103423"/>
    <w:rsid w:val="00103F13"/>
    <w:rsid w:val="0010459D"/>
    <w:rsid w:val="00105AD9"/>
    <w:rsid w:val="00106A08"/>
    <w:rsid w:val="00107205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36D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586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041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4FF8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1F5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76877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5E2D"/>
    <w:rsid w:val="002E6B94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73B"/>
    <w:rsid w:val="00340FDE"/>
    <w:rsid w:val="00344260"/>
    <w:rsid w:val="00345A46"/>
    <w:rsid w:val="00345E7A"/>
    <w:rsid w:val="00347AF5"/>
    <w:rsid w:val="00350801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C54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40D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3F2E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5ECD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41A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602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69B7"/>
    <w:rsid w:val="00497108"/>
    <w:rsid w:val="0049746D"/>
    <w:rsid w:val="0049758A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147C"/>
    <w:rsid w:val="004D23FC"/>
    <w:rsid w:val="004D2C41"/>
    <w:rsid w:val="004D556B"/>
    <w:rsid w:val="004D63BE"/>
    <w:rsid w:val="004D6E74"/>
    <w:rsid w:val="004D751D"/>
    <w:rsid w:val="004E01DE"/>
    <w:rsid w:val="004E026C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D0F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2BC1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162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5532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54FAA"/>
    <w:rsid w:val="0066007D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4714"/>
    <w:rsid w:val="00675293"/>
    <w:rsid w:val="00675327"/>
    <w:rsid w:val="0067573E"/>
    <w:rsid w:val="00675825"/>
    <w:rsid w:val="0067682D"/>
    <w:rsid w:val="006777C0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34C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29B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590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637"/>
    <w:rsid w:val="00744871"/>
    <w:rsid w:val="00744DA8"/>
    <w:rsid w:val="00745010"/>
    <w:rsid w:val="00745BD7"/>
    <w:rsid w:val="00747017"/>
    <w:rsid w:val="00747E01"/>
    <w:rsid w:val="00747F3E"/>
    <w:rsid w:val="007520B3"/>
    <w:rsid w:val="007538C5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0DD7"/>
    <w:rsid w:val="0078116E"/>
    <w:rsid w:val="0078193B"/>
    <w:rsid w:val="00781AF4"/>
    <w:rsid w:val="00781CF7"/>
    <w:rsid w:val="00782AC4"/>
    <w:rsid w:val="00782E07"/>
    <w:rsid w:val="00783ABA"/>
    <w:rsid w:val="00784970"/>
    <w:rsid w:val="00785F75"/>
    <w:rsid w:val="0078602E"/>
    <w:rsid w:val="007864FE"/>
    <w:rsid w:val="007868A6"/>
    <w:rsid w:val="007877B5"/>
    <w:rsid w:val="00790C5B"/>
    <w:rsid w:val="007912FD"/>
    <w:rsid w:val="00791E52"/>
    <w:rsid w:val="00793262"/>
    <w:rsid w:val="00793689"/>
    <w:rsid w:val="007936DD"/>
    <w:rsid w:val="00794B41"/>
    <w:rsid w:val="00795C3E"/>
    <w:rsid w:val="00796DC8"/>
    <w:rsid w:val="0079701C"/>
    <w:rsid w:val="007A02DA"/>
    <w:rsid w:val="007A0897"/>
    <w:rsid w:val="007A28C6"/>
    <w:rsid w:val="007A3E71"/>
    <w:rsid w:val="007A56FE"/>
    <w:rsid w:val="007A5E4A"/>
    <w:rsid w:val="007B04E2"/>
    <w:rsid w:val="007B0AEC"/>
    <w:rsid w:val="007B277C"/>
    <w:rsid w:val="007B2CFF"/>
    <w:rsid w:val="007B32D1"/>
    <w:rsid w:val="007B54A7"/>
    <w:rsid w:val="007B5BA3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5F03"/>
    <w:rsid w:val="00826C4B"/>
    <w:rsid w:val="008279DF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93E"/>
    <w:rsid w:val="00842A49"/>
    <w:rsid w:val="00842F12"/>
    <w:rsid w:val="0084307A"/>
    <w:rsid w:val="00843D0C"/>
    <w:rsid w:val="00844898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1DEA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339"/>
    <w:rsid w:val="008B2C06"/>
    <w:rsid w:val="008B2EA5"/>
    <w:rsid w:val="008B4CCD"/>
    <w:rsid w:val="008B51A9"/>
    <w:rsid w:val="008B7A4C"/>
    <w:rsid w:val="008B7ED9"/>
    <w:rsid w:val="008C0385"/>
    <w:rsid w:val="008C181E"/>
    <w:rsid w:val="008C2516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741"/>
    <w:rsid w:val="008D0F39"/>
    <w:rsid w:val="008D18F2"/>
    <w:rsid w:val="008D2B92"/>
    <w:rsid w:val="008E063F"/>
    <w:rsid w:val="008E092B"/>
    <w:rsid w:val="008E17BC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CBB"/>
    <w:rsid w:val="00905CD3"/>
    <w:rsid w:val="009067D2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0C43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2D5E"/>
    <w:rsid w:val="009D45FA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936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4CC2"/>
    <w:rsid w:val="00A1535D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CDC"/>
    <w:rsid w:val="00A56FF1"/>
    <w:rsid w:val="00A6073D"/>
    <w:rsid w:val="00A62095"/>
    <w:rsid w:val="00A62503"/>
    <w:rsid w:val="00A6270D"/>
    <w:rsid w:val="00A62C13"/>
    <w:rsid w:val="00A636C1"/>
    <w:rsid w:val="00A638F5"/>
    <w:rsid w:val="00A6477E"/>
    <w:rsid w:val="00A64E4F"/>
    <w:rsid w:val="00A70E91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64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FAD"/>
    <w:rsid w:val="00B372E6"/>
    <w:rsid w:val="00B37925"/>
    <w:rsid w:val="00B37968"/>
    <w:rsid w:val="00B40113"/>
    <w:rsid w:val="00B40487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52FA"/>
    <w:rsid w:val="00B96028"/>
    <w:rsid w:val="00B96050"/>
    <w:rsid w:val="00B96491"/>
    <w:rsid w:val="00B9719F"/>
    <w:rsid w:val="00BA06D4"/>
    <w:rsid w:val="00BA07EE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D5A19"/>
    <w:rsid w:val="00BE014E"/>
    <w:rsid w:val="00BE197B"/>
    <w:rsid w:val="00BE298B"/>
    <w:rsid w:val="00BE380D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6A1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54E9"/>
    <w:rsid w:val="00C36273"/>
    <w:rsid w:val="00C368E9"/>
    <w:rsid w:val="00C411FE"/>
    <w:rsid w:val="00C422A8"/>
    <w:rsid w:val="00C447AC"/>
    <w:rsid w:val="00C44890"/>
    <w:rsid w:val="00C4656F"/>
    <w:rsid w:val="00C470C5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157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0E6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C02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4A41"/>
    <w:rsid w:val="00CE55FA"/>
    <w:rsid w:val="00CE5C48"/>
    <w:rsid w:val="00CE789B"/>
    <w:rsid w:val="00CF054A"/>
    <w:rsid w:val="00CF0600"/>
    <w:rsid w:val="00CF0AF8"/>
    <w:rsid w:val="00CF388A"/>
    <w:rsid w:val="00CF4B98"/>
    <w:rsid w:val="00CF5FDA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46AF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935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E84"/>
    <w:rsid w:val="00DA30AB"/>
    <w:rsid w:val="00DA3113"/>
    <w:rsid w:val="00DA3F5B"/>
    <w:rsid w:val="00DA4BDB"/>
    <w:rsid w:val="00DA570F"/>
    <w:rsid w:val="00DA71FF"/>
    <w:rsid w:val="00DA798A"/>
    <w:rsid w:val="00DA7EB2"/>
    <w:rsid w:val="00DB02D7"/>
    <w:rsid w:val="00DB0C7F"/>
    <w:rsid w:val="00DB15B7"/>
    <w:rsid w:val="00DB3B99"/>
    <w:rsid w:val="00DB4AF1"/>
    <w:rsid w:val="00DB666D"/>
    <w:rsid w:val="00DB76FB"/>
    <w:rsid w:val="00DB7FFC"/>
    <w:rsid w:val="00DC2431"/>
    <w:rsid w:val="00DC2DED"/>
    <w:rsid w:val="00DC362B"/>
    <w:rsid w:val="00DC4992"/>
    <w:rsid w:val="00DC4CA3"/>
    <w:rsid w:val="00DC4DF7"/>
    <w:rsid w:val="00DC681F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3FFB"/>
    <w:rsid w:val="00E3305D"/>
    <w:rsid w:val="00E333B3"/>
    <w:rsid w:val="00E3344E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8F3"/>
    <w:rsid w:val="00E60A16"/>
    <w:rsid w:val="00E61046"/>
    <w:rsid w:val="00E61355"/>
    <w:rsid w:val="00E614E0"/>
    <w:rsid w:val="00E62047"/>
    <w:rsid w:val="00E62347"/>
    <w:rsid w:val="00E631DC"/>
    <w:rsid w:val="00E641DF"/>
    <w:rsid w:val="00E64E2F"/>
    <w:rsid w:val="00E665BC"/>
    <w:rsid w:val="00E66E7B"/>
    <w:rsid w:val="00E73AD9"/>
    <w:rsid w:val="00E74C6E"/>
    <w:rsid w:val="00E74CD5"/>
    <w:rsid w:val="00E75C32"/>
    <w:rsid w:val="00E76798"/>
    <w:rsid w:val="00E80DF3"/>
    <w:rsid w:val="00E80E0A"/>
    <w:rsid w:val="00E867FD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B4B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7B6"/>
    <w:rsid w:val="00F6517D"/>
    <w:rsid w:val="00F651D9"/>
    <w:rsid w:val="00F65C22"/>
    <w:rsid w:val="00F70119"/>
    <w:rsid w:val="00F70947"/>
    <w:rsid w:val="00F7158E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2BF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3FB4DE-8798-46D3-A0E8-70FEE84A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4</Pages>
  <Words>606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4053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Bauro Toakai</cp:lastModifiedBy>
  <cp:revision>5</cp:revision>
  <cp:lastPrinted>2013-10-18T08:32:00Z</cp:lastPrinted>
  <dcterms:created xsi:type="dcterms:W3CDTF">2024-06-05T04:54:00Z</dcterms:created>
  <dcterms:modified xsi:type="dcterms:W3CDTF">2024-06-05T22:42:00Z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